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2110B3B2" w14:textId="77777777" w:rsidR="00630677" w:rsidRDefault="00F422D3" w:rsidP="004B5C9B">
      <w:pPr>
        <w:pStyle w:val="Titul2"/>
        <w:jc w:val="both"/>
      </w:pPr>
      <w:r>
        <w:t xml:space="preserve">Název zakázky: </w:t>
      </w:r>
    </w:p>
    <w:p w14:paraId="4358A93D" w14:textId="20817275" w:rsidR="00F422D3" w:rsidRDefault="00F422D3" w:rsidP="004B5C9B">
      <w:pPr>
        <w:pStyle w:val="Titul2"/>
        <w:jc w:val="both"/>
      </w:pPr>
      <w:r>
        <w:t>„</w:t>
      </w:r>
      <w:r w:rsidR="00630677" w:rsidRPr="00630677">
        <w:t>Dodávka 9 ks přívěsných vozidel kategorie O1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93A7503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6937AA">
        <w:rPr>
          <w:rFonts w:eastAsia="Times New Roman" w:cs="Arial"/>
          <w:snapToGrid w:val="0"/>
          <w:lang w:eastAsia="cs-CZ"/>
        </w:rPr>
        <w:t>Pavlou Kosinovou</w:t>
      </w:r>
      <w:r w:rsidRPr="001C2A3F">
        <w:rPr>
          <w:rFonts w:eastAsia="Times New Roman" w:cs="Arial"/>
          <w:snapToGrid w:val="0"/>
          <w:lang w:eastAsia="cs-CZ"/>
        </w:rPr>
        <w:t>, ředitel</w:t>
      </w:r>
      <w:r w:rsidR="006937AA">
        <w:rPr>
          <w:rFonts w:eastAsia="Times New Roman" w:cs="Arial"/>
          <w:snapToGrid w:val="0"/>
          <w:lang w:eastAsia="cs-CZ"/>
        </w:rPr>
        <w:t>kou</w:t>
      </w:r>
      <w:r w:rsidRPr="001C2A3F">
        <w:rPr>
          <w:rFonts w:eastAsia="Times New Roman" w:cs="Arial"/>
          <w:snapToGrid w:val="0"/>
          <w:lang w:eastAsia="cs-CZ"/>
        </w:rPr>
        <w:t xml:space="preserve"> Oblastního ředitelství Hradec Králové</w:t>
      </w:r>
    </w:p>
    <w:p w14:paraId="3D38401B" w14:textId="3CF377A1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pověření </w:t>
      </w:r>
      <w:r w:rsidRPr="00630677">
        <w:rPr>
          <w:rFonts w:eastAsia="Times New Roman" w:cs="Arial"/>
          <w:snapToGrid w:val="0"/>
          <w:lang w:eastAsia="cs-CZ"/>
        </w:rPr>
        <w:t>č. 3</w:t>
      </w:r>
      <w:r w:rsidR="006937AA" w:rsidRPr="00630677">
        <w:rPr>
          <w:rFonts w:eastAsia="Times New Roman" w:cs="Arial"/>
          <w:snapToGrid w:val="0"/>
          <w:lang w:eastAsia="cs-CZ"/>
        </w:rPr>
        <w:t>430</w:t>
      </w:r>
      <w:r w:rsidRPr="00630677">
        <w:rPr>
          <w:rFonts w:eastAsia="Times New Roman" w:cs="Arial"/>
          <w:snapToGrid w:val="0"/>
          <w:lang w:eastAsia="cs-CZ"/>
        </w:rPr>
        <w:t xml:space="preserve"> ze dne 1</w:t>
      </w:r>
      <w:r w:rsidR="006937AA" w:rsidRPr="00630677">
        <w:rPr>
          <w:rFonts w:eastAsia="Times New Roman" w:cs="Arial"/>
          <w:snapToGrid w:val="0"/>
          <w:lang w:eastAsia="cs-CZ"/>
        </w:rPr>
        <w:t>2</w:t>
      </w:r>
      <w:r w:rsidRPr="00630677">
        <w:rPr>
          <w:rFonts w:eastAsia="Times New Roman" w:cs="Arial"/>
          <w:snapToGrid w:val="0"/>
          <w:lang w:eastAsia="cs-CZ"/>
        </w:rPr>
        <w:t xml:space="preserve">. </w:t>
      </w:r>
      <w:r w:rsidR="006937AA" w:rsidRPr="00630677">
        <w:rPr>
          <w:rFonts w:eastAsia="Times New Roman" w:cs="Arial"/>
          <w:snapToGrid w:val="0"/>
          <w:lang w:eastAsia="cs-CZ"/>
        </w:rPr>
        <w:t>12</w:t>
      </w:r>
      <w:r w:rsidRPr="00630677">
        <w:rPr>
          <w:rFonts w:eastAsia="Times New Roman" w:cs="Arial"/>
          <w:snapToGrid w:val="0"/>
          <w:lang w:eastAsia="cs-CZ"/>
        </w:rPr>
        <w:t>. 202</w:t>
      </w:r>
      <w:r w:rsidR="006937AA" w:rsidRPr="00630677">
        <w:rPr>
          <w:rFonts w:eastAsia="Times New Roman" w:cs="Arial"/>
          <w:snapToGrid w:val="0"/>
          <w:lang w:eastAsia="cs-CZ"/>
        </w:rPr>
        <w:t>3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085232F1" w14:textId="42A10DBF" w:rsidR="002A398D" w:rsidRPr="001C2A3F" w:rsidRDefault="00630677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630677">
        <w:rPr>
          <w:rFonts w:eastAsia="Times New Roman" w:cs="Arial"/>
          <w:snapToGrid w:val="0"/>
          <w:lang w:eastAsia="cs-CZ"/>
        </w:rPr>
        <w:t>Veronika Trebatická</w:t>
      </w:r>
      <w:r w:rsidR="002A398D">
        <w:rPr>
          <w:rFonts w:eastAsia="Times New Roman" w:cs="Arial"/>
          <w:snapToGrid w:val="0"/>
          <w:lang w:eastAsia="cs-CZ"/>
        </w:rPr>
        <w:t xml:space="preserve">, tel.: </w:t>
      </w:r>
      <w:r>
        <w:rPr>
          <w:rFonts w:eastAsia="Times New Roman"/>
        </w:rPr>
        <w:t>972 341 046</w:t>
      </w:r>
      <w:r w:rsidR="002A398D">
        <w:rPr>
          <w:rFonts w:eastAsia="Times New Roman" w:cs="Arial"/>
          <w:snapToGrid w:val="0"/>
          <w:lang w:eastAsia="cs-CZ"/>
        </w:rPr>
        <w:t xml:space="preserve">, </w:t>
      </w:r>
      <w:r w:rsidRPr="00630677">
        <w:rPr>
          <w:rFonts w:eastAsia="Times New Roman" w:cs="Arial"/>
          <w:snapToGrid w:val="0"/>
          <w:lang w:eastAsia="cs-CZ"/>
        </w:rPr>
        <w:t>trebaticka</w:t>
      </w:r>
      <w:r w:rsidR="002A398D">
        <w:rPr>
          <w:rFonts w:eastAsia="Times New Roman" w:cs="Arial"/>
          <w:snapToGrid w:val="0"/>
          <w:lang w:eastAsia="cs-CZ"/>
        </w:rPr>
        <w:t>@spravazeleznic.cz</w:t>
      </w:r>
    </w:p>
    <w:p w14:paraId="5479021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 xml:space="preserve">U </w:t>
      </w:r>
      <w:proofErr w:type="spellStart"/>
      <w:r w:rsidRPr="001C2A3F">
        <w:rPr>
          <w:rFonts w:eastAsia="Times New Roman" w:cs="Arial"/>
          <w:snapToGrid w:val="0"/>
          <w:lang w:eastAsia="cs-CZ"/>
        </w:rPr>
        <w:t>Fotochemy</w:t>
      </w:r>
      <w:proofErr w:type="spellEnd"/>
      <w:r w:rsidRPr="001C2A3F">
        <w:rPr>
          <w:rFonts w:eastAsia="Times New Roman" w:cs="Arial"/>
          <w:snapToGrid w:val="0"/>
          <w:lang w:eastAsia="cs-CZ"/>
        </w:rPr>
        <w:t xml:space="preserve">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1FC12E53" w:rsidR="00436951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BF1824">
        <w:t>64024041</w:t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</w:t>
      </w:r>
      <w:proofErr w:type="spellStart"/>
      <w:r w:rsidRPr="00D32554">
        <w:t>ust</w:t>
      </w:r>
      <w:proofErr w:type="spellEnd"/>
      <w:r w:rsidRPr="00D32554">
        <w:t xml:space="preserve">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53834423" w:rsidR="00067B13" w:rsidRPr="00067B13" w:rsidRDefault="00067B13" w:rsidP="004B5C9B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630677" w:rsidRPr="00630677">
        <w:t>Dodávka 9 ks přívěsných vozidel kategorie O1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BF1824" w:rsidRPr="00BF1824">
        <w:t>14839/2024-SŽ-OŘ HKR-NPI</w:t>
      </w:r>
      <w:r w:rsidR="00BF1824">
        <w:t xml:space="preserve"> </w:t>
      </w:r>
      <w:r w:rsidRPr="002A398D">
        <w:t xml:space="preserve">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F36B33">
        <w:t>9 ks přívěsných vozidel kategorie O1</w:t>
      </w:r>
      <w:r w:rsidRPr="00067B13">
        <w:t xml:space="preserve"> uvedených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8866212" w14:textId="48296C9B" w:rsidR="00F50E3A" w:rsidRDefault="007972AC" w:rsidP="00F50E3A">
      <w:pPr>
        <w:pStyle w:val="Text1-1"/>
        <w:numPr>
          <w:ilvl w:val="0"/>
          <w:numId w:val="0"/>
        </w:numPr>
        <w:ind w:left="737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>základě zadávacího řízení, je sjednána jako maximální a činí celkem</w:t>
      </w:r>
      <w:r w:rsidR="00F50E3A">
        <w:t>:</w:t>
      </w:r>
      <w:r w:rsidRPr="007972AC">
        <w:t xml:space="preserve"> </w:t>
      </w:r>
    </w:p>
    <w:p w14:paraId="743914B6" w14:textId="5672ADE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Cena bez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CDC915D" w14:textId="7777777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Výše DPH 21 %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67CDB95" w14:textId="44C17161" w:rsidR="006C76CE" w:rsidRPr="007972AC" w:rsidRDefault="00F50E3A" w:rsidP="00F50E3A">
      <w:pPr>
        <w:pStyle w:val="Text1-1"/>
        <w:numPr>
          <w:ilvl w:val="0"/>
          <w:numId w:val="0"/>
        </w:numPr>
        <w:ind w:left="737"/>
      </w:pPr>
      <w:r>
        <w:t>Cena včetně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</w:t>
      </w:r>
      <w:r w:rsidR="006C76CE" w:rsidRPr="006C76CE">
        <w:t>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lastRenderedPageBreak/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77777777" w:rsidR="00D17950" w:rsidRDefault="00D17950" w:rsidP="004B5C9B">
      <w:pPr>
        <w:pStyle w:val="Text1-1"/>
      </w:pPr>
      <w:r w:rsidRPr="00D17950"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</w:t>
      </w:r>
      <w:r w:rsidRPr="00630677">
        <w:t>splatností 30 kalendářních dnů</w:t>
      </w:r>
      <w:r w:rsidRPr="00D17950">
        <w:t xml:space="preserve"> od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 xml:space="preserve">platby kupujícího. Vystavovat daňové </w:t>
      </w:r>
      <w:proofErr w:type="gramStart"/>
      <w:r w:rsidRPr="005D572B">
        <w:t>doklady - faktury</w:t>
      </w:r>
      <w:proofErr w:type="gramEnd"/>
      <w:r w:rsidRPr="005D572B">
        <w:t xml:space="preserve">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77777777" w:rsidR="00782D29" w:rsidRPr="00630677" w:rsidRDefault="00782D29" w:rsidP="004B5C9B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 xml:space="preserve">upujícímu do místa plnění, kterým je </w:t>
      </w:r>
      <w:r w:rsidRPr="00630677">
        <w:rPr>
          <w:rFonts w:eastAsia="Times New Roman" w:cs="Arial"/>
          <w:lang w:eastAsia="cs-CZ"/>
        </w:rPr>
        <w:t>sídlo organizační jednotky kupujícího:</w:t>
      </w:r>
    </w:p>
    <w:p w14:paraId="21CFE64A" w14:textId="77777777" w:rsidR="00E30CC9" w:rsidRPr="00630677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630677">
        <w:rPr>
          <w:rFonts w:eastAsia="Times New Roman" w:cs="Arial"/>
          <w:lang w:eastAsia="cs-CZ"/>
        </w:rPr>
        <w:t>S</w:t>
      </w:r>
      <w:r w:rsidR="00E30CC9" w:rsidRPr="00630677">
        <w:rPr>
          <w:rFonts w:eastAsia="Times New Roman" w:cs="Arial"/>
          <w:lang w:eastAsia="cs-CZ"/>
        </w:rPr>
        <w:t>práva železnic</w:t>
      </w:r>
      <w:r w:rsidRPr="00630677">
        <w:rPr>
          <w:rFonts w:eastAsia="Times New Roman" w:cs="Arial"/>
          <w:lang w:eastAsia="cs-CZ"/>
        </w:rPr>
        <w:t>, s</w:t>
      </w:r>
      <w:r w:rsidR="00E30CC9" w:rsidRPr="00630677">
        <w:rPr>
          <w:rFonts w:eastAsia="Times New Roman" w:cs="Arial"/>
          <w:lang w:eastAsia="cs-CZ"/>
        </w:rPr>
        <w:t>tátní organizace</w:t>
      </w:r>
    </w:p>
    <w:p w14:paraId="3FC2616D" w14:textId="77777777" w:rsidR="00782D29" w:rsidRPr="00630677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630677">
        <w:rPr>
          <w:rFonts w:eastAsia="Times New Roman" w:cs="Arial"/>
          <w:lang w:eastAsia="cs-CZ"/>
        </w:rPr>
        <w:t>Oblastní ředitelství Hradec Králové</w:t>
      </w:r>
    </w:p>
    <w:p w14:paraId="1F206373" w14:textId="020E31BB" w:rsidR="00782D29" w:rsidRPr="00D53CA1" w:rsidRDefault="00782D29" w:rsidP="004B5C9B">
      <w:pPr>
        <w:pStyle w:val="Text1-1"/>
        <w:numPr>
          <w:ilvl w:val="0"/>
          <w:numId w:val="0"/>
        </w:numPr>
        <w:ind w:left="737"/>
      </w:pPr>
      <w:r w:rsidRPr="00630677">
        <w:rPr>
          <w:rFonts w:eastAsia="Times New Roman" w:cs="Arial"/>
          <w:lang w:eastAsia="cs-CZ"/>
        </w:rPr>
        <w:t xml:space="preserve">U </w:t>
      </w:r>
      <w:proofErr w:type="spellStart"/>
      <w:r w:rsidRPr="00630677">
        <w:rPr>
          <w:rFonts w:eastAsia="Times New Roman" w:cs="Arial"/>
          <w:lang w:eastAsia="cs-CZ"/>
        </w:rPr>
        <w:t>Fotochemy</w:t>
      </w:r>
      <w:proofErr w:type="spellEnd"/>
      <w:r w:rsidRPr="00630677">
        <w:rPr>
          <w:rFonts w:eastAsia="Times New Roman" w:cs="Arial"/>
          <w:lang w:eastAsia="cs-CZ"/>
        </w:rPr>
        <w:t xml:space="preserve"> 259</w:t>
      </w:r>
      <w:r w:rsidR="00DF0F94">
        <w:rPr>
          <w:rFonts w:eastAsia="Times New Roman" w:cs="Arial"/>
          <w:lang w:eastAsia="cs-CZ"/>
        </w:rPr>
        <w:t>/8</w:t>
      </w:r>
      <w:r w:rsidRPr="00630677">
        <w:rPr>
          <w:rFonts w:eastAsia="Times New Roman" w:cs="Arial"/>
          <w:lang w:eastAsia="cs-CZ"/>
        </w:rPr>
        <w:t>, 501 01 Hradec Králové</w:t>
      </w:r>
    </w:p>
    <w:p w14:paraId="3893E5E1" w14:textId="4C712A6D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630677">
        <w:t>3</w:t>
      </w:r>
      <w:r w:rsidR="00E635A8">
        <w:t>0</w:t>
      </w:r>
      <w:r w:rsidR="00630677">
        <w:t xml:space="preserve">. </w:t>
      </w:r>
      <w:r w:rsidR="00C15171">
        <w:t>8</w:t>
      </w:r>
      <w:r w:rsidR="00630677">
        <w:t>. 2024</w:t>
      </w:r>
    </w:p>
    <w:p w14:paraId="1CE6BDEF" w14:textId="1A6D2F0A" w:rsidR="00782D29" w:rsidRDefault="00782D29" w:rsidP="004B5C9B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dny v době </w:t>
      </w:r>
      <w:r w:rsidRPr="00630677">
        <w:t>od 7.00 do 1</w:t>
      </w:r>
      <w:r w:rsidR="00630677" w:rsidRPr="00630677">
        <w:t>4</w:t>
      </w:r>
      <w:r w:rsidRPr="00630677">
        <w:t xml:space="preserve">.00 hodin kdykoliv v termínu účinnosti této </w:t>
      </w:r>
      <w:r w:rsidR="00183EDF" w:rsidRPr="00630677">
        <w:t>S</w:t>
      </w:r>
      <w:r w:rsidRPr="00630677">
        <w:t xml:space="preserve">mlouvy s tím, že termín plnění bude oznámen v předstihu </w:t>
      </w:r>
      <w:r w:rsidR="00630677" w:rsidRPr="00630677">
        <w:t>5</w:t>
      </w:r>
      <w:r w:rsidRPr="00630677">
        <w:t xml:space="preserve"> pracovních dní </w:t>
      </w:r>
      <w:r w:rsidR="00183EDF" w:rsidRPr="00630677">
        <w:t>P</w:t>
      </w:r>
      <w:r w:rsidRPr="00630677">
        <w:t xml:space="preserve">rodávajícím </w:t>
      </w:r>
      <w:r w:rsidR="00183EDF" w:rsidRPr="00630677">
        <w:t>K</w:t>
      </w:r>
      <w:r w:rsidRPr="00630677">
        <w:t xml:space="preserve">upujícímu (emailem na adresu </w:t>
      </w:r>
      <w:r w:rsidR="00630677" w:rsidRPr="00630677">
        <w:t>trebaticka</w:t>
      </w:r>
      <w:r w:rsidRPr="00630677">
        <w:t>@</w:t>
      </w:r>
      <w:r w:rsidR="00B62B67" w:rsidRPr="00630677">
        <w:t>spravazeleznic</w:t>
      </w:r>
      <w:r w:rsidRPr="00630677">
        <w:t>.cz a v kopii na</w:t>
      </w:r>
      <w:r w:rsidR="00022D32" w:rsidRPr="00630677">
        <w:t> </w:t>
      </w:r>
      <w:r w:rsidR="00630677" w:rsidRPr="00630677">
        <w:t>lubina</w:t>
      </w:r>
      <w:r w:rsidRPr="00630677">
        <w:t>@</w:t>
      </w:r>
      <w:r w:rsidR="00B62B67" w:rsidRPr="00630677">
        <w:t>spravazeleznic</w:t>
      </w:r>
      <w:r w:rsidRPr="00630677">
        <w:t>.cz)</w:t>
      </w:r>
      <w:r w:rsidRPr="00782D29">
        <w:t xml:space="preserve"> a </w:t>
      </w:r>
      <w:r w:rsidR="009910DA">
        <w:t>K</w:t>
      </w:r>
      <w:r w:rsidRPr="00782D29">
        <w:t xml:space="preserve">upující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</w:t>
      </w:r>
      <w:r w:rsidRPr="00782D29">
        <w:lastRenderedPageBreak/>
        <w:t xml:space="preserve">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</w:t>
      </w:r>
      <w:proofErr w:type="spellStart"/>
      <w:r w:rsidR="00A47166" w:rsidRPr="00AF77E4">
        <w:t>scanu</w:t>
      </w:r>
      <w:proofErr w:type="spellEnd"/>
      <w:r w:rsidR="00A47166" w:rsidRPr="00AF77E4">
        <w:t xml:space="preserve">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77777777" w:rsidR="00782D29" w:rsidRDefault="00DB3E86" w:rsidP="004B5C9B">
      <w:pPr>
        <w:pStyle w:val="Text1-1"/>
      </w:pPr>
      <w:r w:rsidRPr="00DB3E86">
        <w:t xml:space="preserve">Prodávající poskytuje </w:t>
      </w:r>
      <w:r w:rsidR="009910DA">
        <w:t>K</w:t>
      </w:r>
      <w:r w:rsidRPr="00DB3E86">
        <w:t xml:space="preserve">upujícímu záruku za jakost předmětu koupě nejméně v </w:t>
      </w:r>
      <w:r w:rsidRPr="00630677">
        <w:t>délce 24 měsíců</w:t>
      </w:r>
      <w:r w:rsidRPr="00DB3E86">
        <w:t xml:space="preserve"> ode dne předání a převzetí předmětu koupě </w:t>
      </w:r>
      <w:r w:rsidR="009910DA">
        <w:t>K</w:t>
      </w:r>
      <w:r w:rsidRPr="00DB3E86">
        <w:t xml:space="preserve">upujícím. V případech, kdy by záruční doba poskytnutá výrobci předmětu koupě překročila výše uvedenou dobu </w:t>
      </w:r>
      <w:r w:rsidRPr="00630677">
        <w:t>24 měsíců</w:t>
      </w:r>
      <w:r w:rsidRPr="00DB3E86">
        <w:t xml:space="preserve">, zavazuje se </w:t>
      </w:r>
      <w:r w:rsidR="009910DA">
        <w:t>P</w:t>
      </w:r>
      <w:r w:rsidRPr="00DB3E86">
        <w:t xml:space="preserve">rodávající poskytnout </w:t>
      </w:r>
      <w:r w:rsidR="009910DA">
        <w:t>K</w:t>
      </w:r>
      <w:r w:rsidRPr="00DB3E86">
        <w:t>upujícímu záruku za jakost předmětu koupě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</w:t>
      </w:r>
      <w:proofErr w:type="gramStart"/>
      <w:r>
        <w:t>přiloží</w:t>
      </w:r>
      <w:proofErr w:type="gramEnd"/>
      <w:r>
        <w:t xml:space="preserve">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 xml:space="preserve">upující vadný předmět koupě užívat, </w:t>
      </w:r>
      <w:proofErr w:type="gramStart"/>
      <w:r>
        <w:t>neběží</w:t>
      </w:r>
      <w:proofErr w:type="gramEnd"/>
      <w:r>
        <w:t xml:space="preserve">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lastRenderedPageBreak/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 xml:space="preserve">mlouva ex </w:t>
      </w:r>
      <w:proofErr w:type="spellStart"/>
      <w:r>
        <w:t>tunc</w:t>
      </w:r>
      <w:proofErr w:type="spellEnd"/>
      <w:r>
        <w:t>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 xml:space="preserve">rodávající </w:t>
      </w:r>
      <w:proofErr w:type="gramStart"/>
      <w:r w:rsidR="00090317">
        <w:t>poruší</w:t>
      </w:r>
      <w:proofErr w:type="gramEnd"/>
      <w:r w:rsidR="00090317">
        <w:t xml:space="preserve">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 xml:space="preserve">mlouva </w:t>
      </w:r>
      <w:proofErr w:type="gramStart"/>
      <w:r>
        <w:t>ruší</w:t>
      </w:r>
      <w:proofErr w:type="gramEnd"/>
      <w:r>
        <w:t xml:space="preserve"> ex </w:t>
      </w:r>
      <w:proofErr w:type="spellStart"/>
      <w:r>
        <w:t>tunc</w:t>
      </w:r>
      <w:proofErr w:type="spellEnd"/>
      <w:r>
        <w:t>, tj. od počátku.</w:t>
      </w:r>
    </w:p>
    <w:p w14:paraId="429B3440" w14:textId="1F591096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 w:rsidR="00F50AD5">
        <w:rPr>
          <w:lang w:eastAsia="cs-CZ"/>
        </w:rPr>
        <w:t>zájmů, povinnosti PRODÁVAJÍCÍHO</w:t>
      </w:r>
      <w:r>
        <w:rPr>
          <w:lang w:eastAsia="cs-CZ"/>
        </w:rPr>
        <w:t xml:space="preserve"> v souvislosti s</w:t>
      </w:r>
      <w:r w:rsidR="004A5D36">
        <w:rPr>
          <w:lang w:eastAsia="cs-CZ"/>
        </w:rPr>
        <w:t> Mezinárodními sankcemi</w:t>
      </w:r>
    </w:p>
    <w:p w14:paraId="7452DFF9" w14:textId="45DA81B1" w:rsidR="00474026" w:rsidRPr="00474026" w:rsidRDefault="00474026" w:rsidP="00474026">
      <w:pPr>
        <w:pStyle w:val="Text1-1"/>
      </w:pPr>
      <w:bookmarkStart w:id="2" w:name="_Hlk158890125"/>
      <w:r>
        <w:t>Prodávající</w:t>
      </w:r>
      <w:r w:rsidRPr="00474026">
        <w:t xml:space="preserve"> prohlašuje, že</w:t>
      </w:r>
    </w:p>
    <w:p w14:paraId="2A673803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poddodavatelů, nejsou osobami, na něž se vztahuje zákaz zadání veřejné zakázky, pokud je to v rozporu s mezinárodními sankcemi podle zákona upravujícího provádění mezinárodních sankcí; právní úprava dle § 48a ZZVZ se použije analogicky, </w:t>
      </w:r>
    </w:p>
    <w:p w14:paraId="54DC9BF0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2E571FA7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</w:t>
      </w:r>
      <w:r w:rsidRPr="00474026">
        <w:lastRenderedPageBreak/>
        <w:t>celistvost, svrchovanost a nezávislost Ukrajiny, ve znění pozdějších předpisů, a dalších prováděcích předpisů k tomuto nařízení Rady (EU) č. 269/2014 anebo osobami dle čl. 2 nařízení uvedených v odstavci 27.4 této smlouvy (dále jen „Sankční seznamy“),</w:t>
      </w:r>
    </w:p>
    <w:p w14:paraId="5F661EDC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není obchodní společností, ve které veřejný funkcionář uvedený v </w:t>
      </w:r>
      <w:proofErr w:type="spellStart"/>
      <w:r w:rsidRPr="00474026">
        <w:t>ust</w:t>
      </w:r>
      <w:proofErr w:type="spellEnd"/>
      <w:r w:rsidRPr="00474026"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474026">
        <w:t>ust</w:t>
      </w:r>
      <w:proofErr w:type="spellEnd"/>
      <w:r w:rsidRPr="00474026">
        <w:t xml:space="preserve">. § 2 odst. 1 písm. c) Zákona o střetu zájmů nebo jím ovládaná osoba vlastní podíl představující alespoň 25 % účasti společníka v obchodní společnosti </w:t>
      </w:r>
    </w:p>
    <w:p w14:paraId="6BBACBEA" w14:textId="729EE22D" w:rsidR="00474026" w:rsidRPr="00474026" w:rsidRDefault="00474026" w:rsidP="00474026">
      <w:pPr>
        <w:pStyle w:val="Text1-1"/>
      </w:pPr>
      <w:r w:rsidRPr="00474026">
        <w:t xml:space="preserve">Je-li </w:t>
      </w:r>
      <w:r>
        <w:t>Prodávajícím</w:t>
      </w:r>
      <w:r w:rsidRPr="00474026">
        <w:t xml:space="preserve"> sdružení více osob, platí podmínky dle článku </w:t>
      </w:r>
      <w:r>
        <w:t xml:space="preserve">6 této </w:t>
      </w:r>
      <w:r w:rsidRPr="00474026">
        <w:t xml:space="preserve">Smlouvy také jednotlivě pro všechny osoby v rámci </w:t>
      </w:r>
      <w:r>
        <w:t>Prodávajícího</w:t>
      </w:r>
      <w:r w:rsidRPr="00474026">
        <w:t xml:space="preserve"> sdružené, a to bez ohledu na právní formu tohoto sdružení.</w:t>
      </w:r>
    </w:p>
    <w:p w14:paraId="782DC2B8" w14:textId="14232FAD" w:rsidR="00474026" w:rsidRPr="00474026" w:rsidRDefault="00474026" w:rsidP="00474026">
      <w:pPr>
        <w:pStyle w:val="Text1-1"/>
      </w:pPr>
      <w:r w:rsidRPr="00474026">
        <w:t xml:space="preserve">Přestane-li </w:t>
      </w:r>
      <w:r>
        <w:t>Prodávající</w:t>
      </w:r>
      <w:r w:rsidRPr="00474026">
        <w:t xml:space="preserve"> nebo některý z jeho poddodavatelů nebo jiných osob, jejichž způsobilost byla využita ve smyslu evropských směrnic o zadávání veřejných zakázek, splňovat podmínky dle tohoto článku </w:t>
      </w:r>
      <w:r>
        <w:t>6 této</w:t>
      </w:r>
      <w:r w:rsidRPr="00474026">
        <w:t xml:space="preserve"> Smlouvy, oznámí tuto skutečnost bez zbytečného odkladu, nejpozději však do 3 pracovních dnů ode dne, kdy přestal splňovat výše uvedené podmínky, </w:t>
      </w:r>
      <w:r>
        <w:t>Kupujícímu</w:t>
      </w:r>
      <w:r w:rsidRPr="00474026">
        <w:t>.</w:t>
      </w:r>
    </w:p>
    <w:p w14:paraId="0E9410A5" w14:textId="03F79B4D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14F50E6" w14:textId="7A39434F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dále, zavazuje, že finanční prostředky ani hospodářské zdroje, které </w:t>
      </w:r>
      <w:proofErr w:type="gramStart"/>
      <w:r w:rsidRPr="00474026">
        <w:t>obdrží</w:t>
      </w:r>
      <w:proofErr w:type="gramEnd"/>
      <w:r w:rsidRPr="00474026">
        <w:t xml:space="preserve"> od </w:t>
      </w:r>
      <w:r>
        <w:t>Kupujícího</w:t>
      </w:r>
      <w:r w:rsidRPr="00474026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67F4BD8E" w:rsidR="007E43FC" w:rsidRPr="0029677D" w:rsidRDefault="00474026" w:rsidP="00474026">
      <w:pPr>
        <w:pStyle w:val="Text1-1"/>
      </w:pPr>
      <w:bookmarkStart w:id="3" w:name="_Hlk156467952"/>
      <w:r w:rsidRPr="00474026">
        <w:t xml:space="preserve">Ukáže-li se prohlášení </w:t>
      </w:r>
      <w:r>
        <w:t>Prodávajícího</w:t>
      </w:r>
      <w:r w:rsidRPr="00474026">
        <w:t xml:space="preserve"> dle tohoto článku </w:t>
      </w:r>
      <w:r>
        <w:t>6</w:t>
      </w:r>
      <w:r w:rsidRPr="00474026">
        <w:t xml:space="preserve"> této Smlouvy jako nepravdivé nebo </w:t>
      </w:r>
      <w:proofErr w:type="gramStart"/>
      <w:r w:rsidRPr="00474026">
        <w:t>poruší</w:t>
      </w:r>
      <w:proofErr w:type="gramEnd"/>
      <w:r w:rsidRPr="00474026">
        <w:t xml:space="preserve">-li </w:t>
      </w:r>
      <w:r>
        <w:t>Prodávající</w:t>
      </w:r>
      <w:r w:rsidRPr="00474026">
        <w:t xml:space="preserve"> svou oznamovací povinnost nebo některou z dalších povinností dle tohoto článku </w:t>
      </w:r>
      <w:r>
        <w:t>6</w:t>
      </w:r>
      <w:r w:rsidRPr="00474026">
        <w:t xml:space="preserve"> této Smlouvy, je </w:t>
      </w:r>
      <w:r>
        <w:t>Kupující</w:t>
      </w:r>
      <w:r w:rsidRPr="00474026">
        <w:t xml:space="preserve"> oprávněn odstoupit od této Smlouvy.</w:t>
      </w:r>
      <w:bookmarkEnd w:id="3"/>
      <w:r w:rsidRPr="00474026">
        <w:t xml:space="preserve"> </w:t>
      </w:r>
      <w:r>
        <w:t>Prodávající</w:t>
      </w:r>
      <w:r w:rsidRPr="00474026">
        <w:t xml:space="preserve"> je dále povinen zaplatit za každé jednotlivé porušení povinností dle předchozí věty smluvní pokutu ve výši </w:t>
      </w:r>
      <w:r w:rsidRPr="00630677">
        <w:t>5</w:t>
      </w:r>
      <w:r w:rsidRPr="00474026">
        <w:t xml:space="preserve"> % procent z Ceny Díla bez DPH sjednané dle této Smlouvy. Ustanovení § 2004 odst. 2 Občanského zákoníku a § 2050 Občanského zákoníku se nepoužijí</w:t>
      </w:r>
      <w:r w:rsidR="007E43FC" w:rsidRPr="0029677D">
        <w:t>.</w:t>
      </w:r>
    </w:p>
    <w:bookmarkEnd w:id="2"/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</w:t>
      </w:r>
      <w:r>
        <w:lastRenderedPageBreak/>
        <w:t xml:space="preserve">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</w:t>
      </w:r>
      <w:proofErr w:type="gramStart"/>
      <w:r>
        <w:t>označí</w:t>
      </w:r>
      <w:proofErr w:type="gramEnd"/>
      <w:r>
        <w:t xml:space="preserve">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 xml:space="preserve">rodávající </w:t>
      </w:r>
      <w:proofErr w:type="gramStart"/>
      <w:r w:rsidR="00090317">
        <w:t>neoznačí</w:t>
      </w:r>
      <w:proofErr w:type="gramEnd"/>
      <w:r w:rsidR="00090317">
        <w:t xml:space="preserve">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16B61CAD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 xml:space="preserve">Tato Smlouva je vyhotovena elektronicky a podepsána </w:t>
      </w:r>
      <w:r w:rsidR="00853D91">
        <w:rPr>
          <w:highlight w:val="yellow"/>
        </w:rPr>
        <w:t>zaručeným</w:t>
      </w:r>
      <w:r w:rsidRPr="00CB3E13">
        <w:rPr>
          <w:highlight w:val="yellow"/>
        </w:rPr>
        <w:t xml:space="preserve">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</w:t>
      </w:r>
      <w:proofErr w:type="gramStart"/>
      <w:r w:rsidRPr="00EE1D3D">
        <w:rPr>
          <w:highlight w:val="yellow"/>
        </w:rPr>
        <w:t>obdrží</w:t>
      </w:r>
      <w:proofErr w:type="gramEnd"/>
      <w:r w:rsidRPr="00EE1D3D">
        <w:rPr>
          <w:highlight w:val="yellow"/>
        </w:rPr>
        <w:t xml:space="preserve">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5F420E2" w14:textId="266F6D82" w:rsidR="00B97455" w:rsidRDefault="00B97455" w:rsidP="00B97455">
      <w:pPr>
        <w:pStyle w:val="Text1-1"/>
      </w:pPr>
      <w:r>
        <w:lastRenderedPageBreak/>
        <w:t xml:space="preserve">Smluvní strany stvrzují, že při uzavírání této smlouvy jednaly a postupovaly čestně a 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1" w:history="1">
        <w:r w:rsidRPr="00A85200">
          <w:rPr>
            <w:rStyle w:val="Hypertextovodkaz"/>
            <w:noProof w:val="0"/>
          </w:rPr>
          <w:t>https://www.spravazeleznic.cz/o-nas/nazadouci-jednani-a-boj-s-korupci</w:t>
        </w:r>
      </w:hyperlink>
      <w:r>
        <w:t xml:space="preserve"> 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 xml:space="preserve">Součást Smlouvy </w:t>
      </w:r>
      <w:proofErr w:type="gramStart"/>
      <w:r w:rsidRPr="00F97DBD">
        <w:t>tvoří</w:t>
      </w:r>
      <w:proofErr w:type="gramEnd"/>
      <w:r w:rsidRPr="00F97DBD">
        <w:t xml:space="preserve">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4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4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3AF5D281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 xml:space="preserve">Ing. </w:t>
            </w:r>
            <w:r w:rsidR="00AB6C2C">
              <w:rPr>
                <w:bCs/>
                <w:sz w:val="18"/>
              </w:rPr>
              <w:t>Pavla Kosinová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2E91DC1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</w:t>
            </w:r>
            <w:r w:rsidR="00AB6C2C">
              <w:rPr>
                <w:bCs/>
                <w:sz w:val="18"/>
              </w:rPr>
              <w:t>ka</w:t>
            </w:r>
            <w:r w:rsidRPr="00EE1D3D">
              <w:rPr>
                <w:bCs/>
                <w:sz w:val="18"/>
              </w:rPr>
              <w:t xml:space="preserve">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711F8E5B" w14:textId="77777777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6"/>
          <w:footerReference w:type="default" r:id="rId17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 xml:space="preserve">. § 1751 občanského zákoníku Obchodní podmínky </w:t>
      </w:r>
      <w:proofErr w:type="gramStart"/>
      <w:r w:rsidRPr="00D16A22">
        <w:rPr>
          <w:rFonts w:eastAsia="Calibri" w:cs="Times New Roman"/>
        </w:rPr>
        <w:t>tvoří</w:t>
      </w:r>
      <w:proofErr w:type="gramEnd"/>
      <w:r w:rsidRPr="00D16A22">
        <w:rPr>
          <w:rFonts w:eastAsia="Calibri" w:cs="Times New Roman"/>
        </w:rPr>
        <w:t xml:space="preserve">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EC04B" w14:textId="77777777" w:rsidR="00B909FC" w:rsidRDefault="00B909FC" w:rsidP="00962258">
      <w:pPr>
        <w:spacing w:after="0" w:line="240" w:lineRule="auto"/>
      </w:pPr>
      <w:r>
        <w:separator/>
      </w:r>
    </w:p>
  </w:endnote>
  <w:endnote w:type="continuationSeparator" w:id="0">
    <w:p w14:paraId="21407E0B" w14:textId="77777777" w:rsidR="00B909FC" w:rsidRDefault="00B90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20EFCF85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0E3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BF1824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480C3783" w14:textId="6C0CA90A" w:rsidR="006C7460" w:rsidRDefault="00630677" w:rsidP="00F422D3">
          <w:pPr>
            <w:pStyle w:val="Zpat0"/>
          </w:pPr>
          <w:r w:rsidRPr="00630677">
            <w:rPr>
              <w:sz w:val="14"/>
            </w:rPr>
            <w:t>Dodávka 9 ks přívěsných vozidel kategorie O1</w:t>
          </w: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399AF42F" w14:textId="5046D7BB" w:rsidR="000B073C" w:rsidRPr="00C67F6A" w:rsidRDefault="00630677" w:rsidP="00C67F6A">
          <w:pPr>
            <w:pStyle w:val="Zpat"/>
            <w:jc w:val="right"/>
            <w:rPr>
              <w:rStyle w:val="slostrnky"/>
            </w:rPr>
          </w:pPr>
          <w:r w:rsidRPr="00630677">
            <w:rPr>
              <w:rStyle w:val="slostrnky"/>
              <w:b w:val="0"/>
              <w:color w:val="auto"/>
            </w:rPr>
            <w:t>Dodávka 9 ks přívěsných vozidel kategorie O1</w:t>
          </w: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4299A" w14:textId="77777777" w:rsidR="00B909FC" w:rsidRDefault="00B909FC" w:rsidP="00962258">
      <w:pPr>
        <w:spacing w:after="0" w:line="240" w:lineRule="auto"/>
      </w:pPr>
      <w:r>
        <w:separator/>
      </w:r>
    </w:p>
  </w:footnote>
  <w:footnote w:type="continuationSeparator" w:id="0">
    <w:p w14:paraId="6A9AE5AF" w14:textId="77777777" w:rsidR="00B909FC" w:rsidRDefault="00B90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4282"/>
        </w:tabs>
        <w:ind w:left="4282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360CA"/>
    <w:multiLevelType w:val="multilevel"/>
    <w:tmpl w:val="8F563A9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13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3823772">
    <w:abstractNumId w:val="3"/>
  </w:num>
  <w:num w:numId="2" w16cid:durableId="1687900491">
    <w:abstractNumId w:val="1"/>
  </w:num>
  <w:num w:numId="3" w16cid:durableId="1270504150">
    <w:abstractNumId w:val="13"/>
  </w:num>
  <w:num w:numId="4" w16cid:durableId="720639612">
    <w:abstractNumId w:val="7"/>
  </w:num>
  <w:num w:numId="5" w16cid:durableId="1869292210">
    <w:abstractNumId w:val="0"/>
  </w:num>
  <w:num w:numId="6" w16cid:durableId="915481246">
    <w:abstractNumId w:val="8"/>
  </w:num>
  <w:num w:numId="7" w16cid:durableId="389546340">
    <w:abstractNumId w:val="10"/>
  </w:num>
  <w:num w:numId="8" w16cid:durableId="962922023">
    <w:abstractNumId w:val="11"/>
  </w:num>
  <w:num w:numId="9" w16cid:durableId="2099863126">
    <w:abstractNumId w:val="2"/>
  </w:num>
  <w:num w:numId="10" w16cid:durableId="1317371042">
    <w:abstractNumId w:val="14"/>
  </w:num>
  <w:num w:numId="11" w16cid:durableId="205067421">
    <w:abstractNumId w:val="9"/>
  </w:num>
  <w:num w:numId="12" w16cid:durableId="88357951">
    <w:abstractNumId w:val="12"/>
  </w:num>
  <w:num w:numId="13" w16cid:durableId="9186725">
    <w:abstractNumId w:val="4"/>
  </w:num>
  <w:num w:numId="14" w16cid:durableId="381171865">
    <w:abstractNumId w:val="5"/>
  </w:num>
  <w:num w:numId="15" w16cid:durableId="30231121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84C99"/>
    <w:rsid w:val="00290E0D"/>
    <w:rsid w:val="00294C85"/>
    <w:rsid w:val="002A398D"/>
    <w:rsid w:val="002A3B57"/>
    <w:rsid w:val="002A5468"/>
    <w:rsid w:val="002B014A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64C75"/>
    <w:rsid w:val="0037545D"/>
    <w:rsid w:val="00381EFC"/>
    <w:rsid w:val="00392910"/>
    <w:rsid w:val="00392EB6"/>
    <w:rsid w:val="003956C6"/>
    <w:rsid w:val="003A0C66"/>
    <w:rsid w:val="003A197F"/>
    <w:rsid w:val="003C33F2"/>
    <w:rsid w:val="003D1F3E"/>
    <w:rsid w:val="003D756E"/>
    <w:rsid w:val="003E044A"/>
    <w:rsid w:val="003E420D"/>
    <w:rsid w:val="003E4C13"/>
    <w:rsid w:val="003F21BE"/>
    <w:rsid w:val="00403C4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74026"/>
    <w:rsid w:val="00483969"/>
    <w:rsid w:val="00485CE8"/>
    <w:rsid w:val="00486107"/>
    <w:rsid w:val="00491827"/>
    <w:rsid w:val="004A5D36"/>
    <w:rsid w:val="004B26ED"/>
    <w:rsid w:val="004B5C9B"/>
    <w:rsid w:val="004C4399"/>
    <w:rsid w:val="004C47D6"/>
    <w:rsid w:val="004C787C"/>
    <w:rsid w:val="004D09FB"/>
    <w:rsid w:val="004E57EA"/>
    <w:rsid w:val="004E76EE"/>
    <w:rsid w:val="004E7A1F"/>
    <w:rsid w:val="004F1A8D"/>
    <w:rsid w:val="004F4B9B"/>
    <w:rsid w:val="004F73EE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9437F"/>
    <w:rsid w:val="005A0FE8"/>
    <w:rsid w:val="005A1F44"/>
    <w:rsid w:val="005B5ACA"/>
    <w:rsid w:val="005D3C39"/>
    <w:rsid w:val="005D572B"/>
    <w:rsid w:val="006011C2"/>
    <w:rsid w:val="00601A8C"/>
    <w:rsid w:val="0061068E"/>
    <w:rsid w:val="006115D3"/>
    <w:rsid w:val="006145EB"/>
    <w:rsid w:val="00624262"/>
    <w:rsid w:val="00630677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2F2F"/>
    <w:rsid w:val="00693150"/>
    <w:rsid w:val="006937AA"/>
    <w:rsid w:val="006968DB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7DD0"/>
    <w:rsid w:val="00821D01"/>
    <w:rsid w:val="00826B7B"/>
    <w:rsid w:val="00835F6E"/>
    <w:rsid w:val="00846789"/>
    <w:rsid w:val="00853D91"/>
    <w:rsid w:val="00855979"/>
    <w:rsid w:val="008663D0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910DA"/>
    <w:rsid w:val="00992D9C"/>
    <w:rsid w:val="0099422F"/>
    <w:rsid w:val="00996C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B6C2C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2F40"/>
    <w:rsid w:val="00B5431A"/>
    <w:rsid w:val="00B548DC"/>
    <w:rsid w:val="00B62B67"/>
    <w:rsid w:val="00B75EE1"/>
    <w:rsid w:val="00B77481"/>
    <w:rsid w:val="00B779AE"/>
    <w:rsid w:val="00B8518B"/>
    <w:rsid w:val="00B909FC"/>
    <w:rsid w:val="00B955DF"/>
    <w:rsid w:val="00B97455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BF1824"/>
    <w:rsid w:val="00C02D0A"/>
    <w:rsid w:val="00C03A6E"/>
    <w:rsid w:val="00C1073F"/>
    <w:rsid w:val="00C11E78"/>
    <w:rsid w:val="00C14445"/>
    <w:rsid w:val="00C15171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86076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E17D2"/>
    <w:rsid w:val="00CF1212"/>
    <w:rsid w:val="00CF652E"/>
    <w:rsid w:val="00D034A0"/>
    <w:rsid w:val="00D06BD0"/>
    <w:rsid w:val="00D17950"/>
    <w:rsid w:val="00D21061"/>
    <w:rsid w:val="00D232F4"/>
    <w:rsid w:val="00D32554"/>
    <w:rsid w:val="00D4108E"/>
    <w:rsid w:val="00D4328E"/>
    <w:rsid w:val="00D435B2"/>
    <w:rsid w:val="00D448FB"/>
    <w:rsid w:val="00D50DAF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0F94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51305"/>
    <w:rsid w:val="00E618C4"/>
    <w:rsid w:val="00E635A8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715C"/>
    <w:rsid w:val="00F172F9"/>
    <w:rsid w:val="00F24489"/>
    <w:rsid w:val="00F310F8"/>
    <w:rsid w:val="00F35939"/>
    <w:rsid w:val="00F36B33"/>
    <w:rsid w:val="00F422D3"/>
    <w:rsid w:val="00F45607"/>
    <w:rsid w:val="00F4722B"/>
    <w:rsid w:val="00F50AD5"/>
    <w:rsid w:val="00F50E3A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9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5"/>
      </w:numPr>
      <w:tabs>
        <w:tab w:val="clear" w:pos="4282"/>
        <w:tab w:val="num" w:pos="737"/>
      </w:tabs>
      <w:spacing w:before="240" w:after="120"/>
      <w:ind w:left="737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8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11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2D8AF2-7448-450B-9CA4-E6788EF61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87</TotalTime>
  <Pages>10</Pages>
  <Words>3606</Words>
  <Characters>21278</Characters>
  <Application>Microsoft Office Word</Application>
  <DocSecurity>0</DocSecurity>
  <Lines>177</Lines>
  <Paragraphs>49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46</cp:revision>
  <cp:lastPrinted>2019-03-12T14:16:00Z</cp:lastPrinted>
  <dcterms:created xsi:type="dcterms:W3CDTF">2021-04-08T08:03:00Z</dcterms:created>
  <dcterms:modified xsi:type="dcterms:W3CDTF">2024-04-24T05:56:00Z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